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77A9B" w14:textId="6EC7477E" w:rsidR="00021C04" w:rsidRDefault="00A6727D" w:rsidP="00A6727D">
      <w:pPr>
        <w:tabs>
          <w:tab w:val="left" w:pos="567"/>
        </w:tabs>
        <w:ind w:left="567"/>
      </w:pPr>
      <w:r>
        <w:rPr>
          <w:noProof/>
          <w:lang w:val="es-AR" w:eastAsia="es-AR"/>
        </w:rPr>
        <mc:AlternateContent>
          <mc:Choice Requires="wpg">
            <w:drawing>
              <wp:inline distT="0" distB="0" distL="0" distR="0" wp14:anchorId="6E0E8E41" wp14:editId="64133756">
                <wp:extent cx="6448425" cy="9734549"/>
                <wp:effectExtent l="0" t="0" r="9525" b="635"/>
                <wp:docPr id="14" name="Grupo 14" descr="Título y texto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8425" cy="9734549"/>
                          <a:chOff x="48114" y="1"/>
                          <a:chExt cx="5970271" cy="8685984"/>
                        </a:xfrm>
                      </wpg:grpSpPr>
                      <wps:wsp>
                        <wps:cNvPr id="15" name="Cuadro de texto 15"/>
                        <wps:cNvSpPr txBox="1"/>
                        <wps:spPr>
                          <a:xfrm>
                            <a:off x="76190" y="2592887"/>
                            <a:ext cx="5509269" cy="74722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F5FE20B" w14:textId="1CAC97D8" w:rsidR="00A6727D" w:rsidRPr="00403756" w:rsidRDefault="00A6727D" w:rsidP="00A6727D">
                              <w:pPr>
                                <w:pStyle w:val="Subttulo"/>
                                <w:ind w:left="284"/>
                                <w:rPr>
                                  <w:rFonts w:asciiTheme="majorHAnsi" w:eastAsiaTheme="majorEastAsia" w:hAnsiTheme="majorHAnsi" w:cstheme="majorBidi"/>
                                  <w:color w:val="auto"/>
                                  <w:spacing w:val="-10"/>
                                  <w:kern w:val="28"/>
                                  <w:sz w:val="56"/>
                                  <w:szCs w:val="52"/>
                                  <w:lang w:bidi="es-ES"/>
                                </w:rPr>
                              </w:pPr>
                              <w:r w:rsidRPr="00403756">
                                <w:rPr>
                                  <w:rFonts w:asciiTheme="majorHAnsi" w:eastAsiaTheme="majorEastAsia" w:hAnsiTheme="majorHAnsi" w:cstheme="majorBidi"/>
                                  <w:color w:val="auto"/>
                                  <w:spacing w:val="-10"/>
                                  <w:kern w:val="28"/>
                                  <w:sz w:val="56"/>
                                  <w:szCs w:val="52"/>
                                  <w:lang w:bidi="es-ES"/>
                                </w:rPr>
                                <w:t xml:space="preserve">PRESENTACIÓN </w:t>
                              </w:r>
                              <w:r w:rsidR="005A1A2F">
                                <w:rPr>
                                  <w:rFonts w:asciiTheme="majorHAnsi" w:eastAsiaTheme="majorEastAsia" w:hAnsiTheme="majorHAnsi" w:cstheme="majorBidi"/>
                                  <w:color w:val="auto"/>
                                  <w:spacing w:val="-10"/>
                                  <w:kern w:val="28"/>
                                  <w:sz w:val="56"/>
                                  <w:szCs w:val="52"/>
                                  <w:lang w:bidi="es-ES"/>
                                </w:rPr>
                                <w:t>JURADO DE TESIS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uadro de texto 16"/>
                        <wps:cNvSpPr txBox="1"/>
                        <wps:spPr>
                          <a:xfrm>
                            <a:off x="76201" y="1"/>
                            <a:ext cx="3296107" cy="89968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22BBC7" w14:textId="77777777" w:rsidR="00A6727D" w:rsidRPr="009779A2" w:rsidRDefault="00A6727D" w:rsidP="00A6727D">
                              <w:pPr>
                                <w:rPr>
                                  <w:rFonts w:asciiTheme="majorHAnsi" w:hAnsiTheme="majorHAnsi" w:cstheme="majorHAnsi"/>
                                  <w:sz w:val="36"/>
                                  <w:szCs w:val="36"/>
                                  <w:lang w:bidi="es-ES"/>
                                </w:rPr>
                              </w:pPr>
                              <w:r>
                                <w:rPr>
                                  <w:noProof/>
                                  <w:lang w:val="es-AR" w:eastAsia="es-AR"/>
                                </w:rPr>
                                <w:drawing>
                                  <wp:inline distT="0" distB="0" distL="0" distR="0" wp14:anchorId="3F8A92BE" wp14:editId="422C4782">
                                    <wp:extent cx="3107055" cy="849630"/>
                                    <wp:effectExtent l="0" t="0" r="0" b="7620"/>
                                    <wp:docPr id="18" name="Imagen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107055" cy="849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Cuadro de texto 17"/>
                        <wps:cNvSpPr txBox="1"/>
                        <wps:spPr>
                          <a:xfrm>
                            <a:off x="48114" y="3425100"/>
                            <a:ext cx="5970271" cy="52608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44237EE" w14:textId="67E666FF" w:rsidR="008824EA" w:rsidRPr="00D92259" w:rsidRDefault="008824EA" w:rsidP="00D92259">
                              <w:pPr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  <w:r w:rsidRPr="00D92259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 xml:space="preserve">Requisitos obligatorios para presentación </w:t>
                              </w:r>
                              <w:r w:rsidR="005A1A2F" w:rsidRPr="00D92259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ante la Comisión de Posgrado:</w:t>
                              </w:r>
                            </w:p>
                            <w:p w14:paraId="7B68521D" w14:textId="77777777" w:rsidR="008824EA" w:rsidRPr="00D92259" w:rsidRDefault="008824EA" w:rsidP="00D92259">
                              <w:pPr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</w:p>
                            <w:p w14:paraId="01FC9649" w14:textId="07B10C4D" w:rsidR="005A1A2F" w:rsidRPr="00D92259" w:rsidRDefault="008824EA" w:rsidP="00D92259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</w:pPr>
                              <w:r w:rsidRPr="00D92259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Nota de elevación del/de la Secretario/a del área o Responsable de Posgrado</w:t>
                              </w:r>
                            </w:p>
                            <w:tbl>
                              <w:tblPr>
                                <w:tblW w:w="0" w:type="auto"/>
                                <w:tblInd w:w="-108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9830"/>
                              </w:tblGrid>
                              <w:tr w:rsidR="005A1A2F" w:rsidRPr="005A1A2F" w14:paraId="335E401C" w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rPr>
                                  <w:trHeight w:val="208"/>
                                </w:trPr>
                                <w:tc>
                                  <w:tcPr>
                                    <w:tcW w:w="9830" w:type="dxa"/>
                                  </w:tcPr>
                                  <w:p w14:paraId="37DCF98C" w14:textId="63220DD8" w:rsidR="005A1A2F" w:rsidRPr="005A1A2F" w:rsidRDefault="005A1A2F" w:rsidP="00D9225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/>
                                      <w:jc w:val="both"/>
                                      <w:rPr>
                                        <w:rFonts w:asciiTheme="majorHAnsi" w:hAnsiTheme="majorHAnsi" w:cstheme="majorHAnsi"/>
                                        <w:sz w:val="24"/>
                                        <w:szCs w:val="24"/>
                                        <w:lang w:val="es-A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CDFE777" w14:textId="2D3D1586" w:rsidR="005A1A2F" w:rsidRPr="00D92259" w:rsidRDefault="005A1A2F" w:rsidP="00D92259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  <w:r w:rsidRPr="00D92259"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  <w:t>Informe de la dirección de tesis en el que conste que la misma ha sido culminada y está en condiciones de ser defensa.</w:t>
                              </w:r>
                            </w:p>
                            <w:p w14:paraId="1B6F8D46" w14:textId="77777777" w:rsidR="005A1A2F" w:rsidRPr="00D92259" w:rsidRDefault="005A1A2F" w:rsidP="00D92259">
                              <w:pPr>
                                <w:pStyle w:val="Prrafodelista"/>
                                <w:autoSpaceDE w:val="0"/>
                                <w:autoSpaceDN w:val="0"/>
                                <w:adjustRightInd w:val="0"/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</w:p>
                            <w:p w14:paraId="00B10FEA" w14:textId="2E3190E8" w:rsidR="005A1A2F" w:rsidRPr="00D92259" w:rsidRDefault="005A1A2F" w:rsidP="00D92259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  <w:r w:rsidRPr="00D92259"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  <w:t>Resumen, índice y conclusiones de la tesis.</w:t>
                              </w:r>
                            </w:p>
                            <w:p w14:paraId="0DDAC72A" w14:textId="77777777" w:rsidR="00254B78" w:rsidRPr="00D92259" w:rsidRDefault="00254B78" w:rsidP="00D92259">
                              <w:pPr>
                                <w:pStyle w:val="Prrafodelista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</w:p>
                            <w:p w14:paraId="5571E7E9" w14:textId="516B80E9" w:rsidR="00254B78" w:rsidRPr="00D92259" w:rsidRDefault="00254B78" w:rsidP="00D92259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  <w:r w:rsidRPr="00D92259"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  <w:t>Constancia de cumplimiento de las actividades curriculares, idioma inglés y horas destinadas al trabajo de tesis y otras actividades complementarias.</w:t>
                              </w:r>
                            </w:p>
                            <w:p w14:paraId="5D39DD90" w14:textId="77777777" w:rsidR="00254B78" w:rsidRPr="00D92259" w:rsidRDefault="00254B78" w:rsidP="00D92259">
                              <w:pPr>
                                <w:pStyle w:val="Prrafodelista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</w:p>
                            <w:p w14:paraId="243D42D6" w14:textId="3E90F131" w:rsidR="00254B78" w:rsidRPr="00D92259" w:rsidRDefault="00254B78" w:rsidP="00D92259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  <w:r w:rsidRPr="00D92259"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  <w:t>Nota de elevación de la dirección de la carrera en la que se indique la propuesta de conformación del jurado, diferenciando titulares y suplentes e indicando, en cada caso, la condición de interno o externo.</w:t>
                              </w:r>
                            </w:p>
                            <w:tbl>
                              <w:tblPr>
                                <w:tblW w:w="0" w:type="auto"/>
                                <w:tblInd w:w="-108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9830"/>
                              </w:tblGrid>
                              <w:tr w:rsidR="005A1A2F" w:rsidRPr="005A1A2F" w14:paraId="70734DA9" w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rPr>
                                  <w:trHeight w:val="208"/>
                                </w:trPr>
                                <w:tc>
                                  <w:tcPr>
                                    <w:tcW w:w="9830" w:type="dxa"/>
                                  </w:tcPr>
                                  <w:p w14:paraId="003AF26F" w14:textId="77777777" w:rsidR="005A1A2F" w:rsidRPr="005A1A2F" w:rsidRDefault="005A1A2F" w:rsidP="00D9225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/>
                                      <w:jc w:val="both"/>
                                      <w:rPr>
                                        <w:rFonts w:asciiTheme="majorHAnsi" w:hAnsiTheme="majorHAnsi" w:cstheme="majorHAnsi"/>
                                        <w:color w:val="000000"/>
                                        <w:sz w:val="24"/>
                                        <w:szCs w:val="24"/>
                                        <w:lang w:val="es-A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DC3B3DB" w14:textId="57BC9DA8" w:rsidR="008824EA" w:rsidRPr="00D92259" w:rsidRDefault="00254B78" w:rsidP="00D92259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  <w:r w:rsidRPr="00D92259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 xml:space="preserve">Nota del/ de la tesista y de la dirección de </w:t>
                              </w:r>
                              <w:r w:rsidR="00D92259" w:rsidRPr="00D92259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la dirección de tesis en la que indique que tomaron vista de la propuesta de conformación del jurado y estan de acuerdo con la misma.</w:t>
                              </w:r>
                            </w:p>
                            <w:p w14:paraId="79F92512" w14:textId="77777777" w:rsidR="00D92259" w:rsidRPr="00D92259" w:rsidRDefault="00D92259" w:rsidP="00D92259">
                              <w:pPr>
                                <w:pStyle w:val="Prrafodelista"/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</w:p>
                            <w:p w14:paraId="7A9D4C35" w14:textId="575E1E02" w:rsidR="00D92259" w:rsidRPr="00DF48C1" w:rsidRDefault="00D92259" w:rsidP="00F25617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  <w:r w:rsidRPr="00DF48C1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Currículum Vitae (actualizados; no resumidos) de los miembros propuestos del jurado.</w:t>
                              </w:r>
                            </w:p>
                            <w:p w14:paraId="1551B519" w14:textId="77777777" w:rsidR="00D92259" w:rsidRPr="00D92259" w:rsidRDefault="00D92259" w:rsidP="00D92259">
                              <w:pPr>
                                <w:pStyle w:val="Prrafodelista"/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</w:p>
                            <w:p w14:paraId="0E88CF48" w14:textId="156F801E" w:rsidR="00D92259" w:rsidRDefault="00D92259" w:rsidP="00D92259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  <w:r w:rsidRPr="00D92259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 xml:space="preserve">El título de la tesis debe coincidir con el </w:t>
                              </w:r>
                              <w:r w:rsidR="00DF48C1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indicad</w:t>
                              </w:r>
                              <w:r w:rsidRPr="00D92259"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o en la resolución de aprobación del plan de tesis, de lo contrario se deberá incluir una nota solicitando su modificación.</w:t>
                              </w:r>
                            </w:p>
                            <w:p w14:paraId="7192C554" w14:textId="77777777" w:rsidR="00DF48C1" w:rsidRDefault="00DF48C1" w:rsidP="00DF48C1">
                              <w:pPr>
                                <w:pStyle w:val="Prrafodelista"/>
                                <w:shd w:val="clear" w:color="auto" w:fill="FFFFFF"/>
                                <w:spacing w:after="0"/>
                                <w:jc w:val="both"/>
                                <w:textAlignment w:val="baseline"/>
                                <w:rPr>
                                  <w:rFonts w:asciiTheme="majorHAnsi" w:eastAsia="Times New Roman" w:hAnsiTheme="majorHAnsi" w:cstheme="majorHAnsi"/>
                                  <w:sz w:val="24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</w:p>
                            <w:tbl>
                              <w:tblPr>
                                <w:tblW w:w="9833" w:type="dxa"/>
                                <w:tblInd w:w="-108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9833"/>
                              </w:tblGrid>
                              <w:tr w:rsidR="00254B78" w:rsidRPr="00254B78" w14:paraId="652F7E6C" w14:textId="77777777" w:rsidTr="00254B7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rPr>
                                  <w:trHeight w:val="208"/>
                                </w:trPr>
                                <w:tc>
                                  <w:tcPr>
                                    <w:tcW w:w="9833" w:type="dxa"/>
                                  </w:tcPr>
                                  <w:tbl>
                                    <w:tblPr>
                                      <w:tblW w:w="9840" w:type="dxa"/>
                                      <w:tbl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9840"/>
                                    </w:tblGrid>
                                    <w:tr w:rsidR="00254B78" w:rsidRPr="00254B78" w14:paraId="5EE34F71" w14:textId="77777777" w:rsidTr="00254B78">
                                      <w:tblPrEx>
                                        <w:tblCellMar>
                                          <w:top w:w="0" w:type="dxa"/>
                                          <w:bottom w:w="0" w:type="dxa"/>
                                        </w:tblCellMar>
                                      </w:tblPrEx>
                                      <w:trPr>
                                        <w:trHeight w:val="208"/>
                                      </w:trPr>
                                      <w:tc>
                                        <w:tcPr>
                                          <w:tcW w:w="9840" w:type="dxa"/>
                                        </w:tcPr>
                                        <w:p w14:paraId="06F422AF" w14:textId="49C21468" w:rsidR="00254B78" w:rsidRPr="00D92259" w:rsidRDefault="00D92259" w:rsidP="00D92259">
                                          <w:pPr>
                                            <w:pStyle w:val="Prrafodelista"/>
                                            <w:numPr>
                                              <w:ilvl w:val="0"/>
                                              <w:numId w:val="8"/>
                                            </w:numPr>
                                            <w:autoSpaceDE w:val="0"/>
                                            <w:autoSpaceDN w:val="0"/>
                                            <w:adjustRightInd w:val="0"/>
                                            <w:spacing w:after="0"/>
                                            <w:rPr>
                                              <w:rFonts w:ascii="Arial" w:hAnsi="Arial" w:cs="Arial"/>
                                              <w:color w:val="000000"/>
                                              <w:sz w:val="20"/>
                                              <w:szCs w:val="20"/>
                                              <w:lang w:val="es-AR"/>
                                            </w:rPr>
                                          </w:pPr>
                                          <w:r w:rsidRPr="00D92259">
                                            <w:rPr>
                                              <w:rFonts w:asciiTheme="majorHAnsi" w:eastAsia="Times New Roman" w:hAnsiTheme="majorHAnsi" w:cstheme="majorHAnsi"/>
                                              <w:sz w:val="24"/>
                                              <w:szCs w:val="24"/>
                                              <w:bdr w:val="none" w:sz="0" w:space="0" w:color="auto" w:frame="1"/>
                                              <w:lang w:val="es-AR" w:eastAsia="es-AR"/>
                                            </w:rPr>
                                            <w:t>Licencia de Deposito para el Repositorio Institucional Abierto.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788A868C" w14:textId="77777777" w:rsidR="00254B78" w:rsidRPr="00254B78" w:rsidRDefault="00254B78" w:rsidP="00254B78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/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  <w:szCs w:val="20"/>
                                        <w:lang w:val="es-AR"/>
                                      </w:rPr>
                                    </w:pPr>
                                  </w:p>
                                  <w:p w14:paraId="7558A7EF" w14:textId="77777777" w:rsidR="00254B78" w:rsidRPr="00254B78" w:rsidRDefault="00254B78" w:rsidP="00254B78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/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  <w:szCs w:val="20"/>
                                        <w:lang w:val="es-A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232FFAD" w14:textId="5DE693EC" w:rsidR="008824EA" w:rsidRPr="005A1A2F" w:rsidRDefault="008824EA" w:rsidP="008824EA">
                              <w:pPr>
                                <w:shd w:val="clear" w:color="auto" w:fill="FFFFFF"/>
                                <w:spacing w:after="0"/>
                                <w:textAlignment w:val="baseline"/>
                                <w:rPr>
                                  <w:rFonts w:ascii="Calibri" w:eastAsia="Times New Roman" w:hAnsi="Calibri" w:cs="Calibri"/>
                                  <w:sz w:val="28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</w:pPr>
                              <w:r w:rsidRPr="00D92259">
                                <w:rPr>
                                  <w:rFonts w:ascii="Calibri" w:eastAsia="Times New Roman" w:hAnsi="Calibri" w:cs="Calibri"/>
                                  <w:color w:val="FF0000"/>
                                  <w:sz w:val="28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IMPORTANTE</w:t>
                              </w:r>
                              <w:r w:rsidRPr="00D92259">
                                <w:rPr>
                                  <w:rFonts w:ascii="Calibri" w:eastAsia="Times New Roman" w:hAnsi="Calibri" w:cs="Calibri"/>
                                  <w:sz w:val="28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: Toda la documentación referida al plan de tesis deberá ser enviada via em</w:t>
                              </w:r>
                              <w:r w:rsidR="00D92259" w:rsidRPr="00D92259">
                                <w:rPr>
                                  <w:rFonts w:ascii="Calibri" w:eastAsia="Times New Roman" w:hAnsi="Calibri" w:cs="Calibri"/>
                                  <w:sz w:val="28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>ail a:</w:t>
                              </w:r>
                              <w:r w:rsidR="00D92259">
                                <w:rPr>
                                  <w:rFonts w:ascii="Calibri" w:eastAsia="Times New Roman" w:hAnsi="Calibri" w:cs="Calibri"/>
                                  <w:sz w:val="28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 xml:space="preserve"> </w:t>
                              </w:r>
                              <w:hyperlink r:id="rId11" w:history="1">
                                <w:r w:rsidR="00D92259" w:rsidRPr="0028229D">
                                  <w:rPr>
                                    <w:rStyle w:val="Hipervnculo"/>
                                    <w:rFonts w:ascii="Calibri" w:eastAsia="Times New Roman" w:hAnsi="Calibri" w:cs="Calibri"/>
                                    <w:sz w:val="28"/>
                                    <w:szCs w:val="24"/>
                                    <w:bdr w:val="none" w:sz="0" w:space="0" w:color="auto" w:frame="1"/>
                                    <w:lang w:val="es-AR" w:eastAsia="es-AR"/>
                                  </w:rPr>
                                  <w:t>posgrado@frd.utn.edu.ar</w:t>
                                </w:r>
                              </w:hyperlink>
                              <w:r w:rsidR="00D92259">
                                <w:rPr>
                                  <w:rFonts w:ascii="Calibri" w:eastAsia="Times New Roman" w:hAnsi="Calibri" w:cs="Calibri"/>
                                  <w:sz w:val="28"/>
                                  <w:szCs w:val="24"/>
                                  <w:bdr w:val="none" w:sz="0" w:space="0" w:color="auto" w:frame="1"/>
                                  <w:lang w:val="es-AR" w:eastAsia="es-A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0E8E41" id="Grupo 14" o:spid="_x0000_s1026" alt="Título y texto&#10;" style="width:507.75pt;height:766.5pt;mso-position-horizontal-relative:char;mso-position-vertical-relative:line" coordorigin="481" coordsize="59702,8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5" o:spid="_x0000_s1027" type="#_x0000_t202" style="position:absolute;left:761;top:25928;width:55093;height:7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" fillcolor="#323e4f [2415]" stroked="f" strokeweight=".5pt">
                  <v:textbox>
                    <w:txbxContent>
                      <w:p w14:paraId="2F5FE20B" w14:textId="1CAC97D8" w:rsidR="00A6727D" w:rsidRPr="00403756" w:rsidRDefault="00A6727D" w:rsidP="00A6727D">
                        <w:pPr>
                          <w:pStyle w:val="Subttulo"/>
                          <w:ind w:left="284"/>
                          <w:rPr>
                            <w:rFonts w:asciiTheme="majorHAnsi" w:eastAsiaTheme="majorEastAsia" w:hAnsiTheme="majorHAnsi" w:cstheme="majorBidi"/>
                            <w:color w:val="auto"/>
                            <w:spacing w:val="-10"/>
                            <w:kern w:val="28"/>
                            <w:sz w:val="56"/>
                            <w:szCs w:val="52"/>
                            <w:lang w:bidi="es-ES"/>
                          </w:rPr>
                        </w:pPr>
                        <w:r w:rsidRPr="00403756">
                          <w:rPr>
                            <w:rFonts w:asciiTheme="majorHAnsi" w:eastAsiaTheme="majorEastAsia" w:hAnsiTheme="majorHAnsi" w:cstheme="majorBidi"/>
                            <w:color w:val="auto"/>
                            <w:spacing w:val="-10"/>
                            <w:kern w:val="28"/>
                            <w:sz w:val="56"/>
                            <w:szCs w:val="52"/>
                            <w:lang w:bidi="es-ES"/>
                          </w:rPr>
                          <w:t xml:space="preserve">PRESENTACIÓN </w:t>
                        </w:r>
                        <w:r w:rsidR="005A1A2F">
                          <w:rPr>
                            <w:rFonts w:asciiTheme="majorHAnsi" w:eastAsiaTheme="majorEastAsia" w:hAnsiTheme="majorHAnsi" w:cstheme="majorBidi"/>
                            <w:color w:val="auto"/>
                            <w:spacing w:val="-10"/>
                            <w:kern w:val="28"/>
                            <w:sz w:val="56"/>
                            <w:szCs w:val="52"/>
                            <w:lang w:bidi="es-ES"/>
                          </w:rPr>
                          <w:t>JURADO DE TESIS</w:t>
                        </w:r>
                      </w:p>
                    </w:txbxContent>
                  </v:textbox>
                </v:shape>
                <v:shape id="Cuadro de texto 16" o:spid="_x0000_s1028" type="#_x0000_t202" style="position:absolute;left:762;width:32961;height:8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" fillcolor="#f2f2f2 [3052]" stroked="f" strokeweight=".5pt">
                  <v:textbox>
                    <w:txbxContent>
                      <w:p w14:paraId="3022BBC7" w14:textId="77777777" w:rsidR="00A6727D" w:rsidRPr="009779A2" w:rsidRDefault="00A6727D" w:rsidP="00A6727D">
                        <w:pPr>
                          <w:rPr>
                            <w:rFonts w:asciiTheme="majorHAnsi" w:hAnsiTheme="majorHAnsi" w:cstheme="majorHAnsi"/>
                            <w:sz w:val="36"/>
                            <w:szCs w:val="36"/>
                            <w:lang w:bidi="es-ES"/>
                          </w:rPr>
                        </w:pPr>
                        <w:r>
                          <w:rPr>
                            <w:noProof/>
                            <w:lang w:val="es-AR" w:eastAsia="es-AR"/>
                          </w:rPr>
                          <w:drawing>
                            <wp:inline distT="0" distB="0" distL="0" distR="0" wp14:anchorId="3F8A92BE" wp14:editId="422C4782">
                              <wp:extent cx="3107055" cy="849630"/>
                              <wp:effectExtent l="0" t="0" r="0" b="7620"/>
                              <wp:docPr id="18" name="Imagen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107055" cy="84963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Cuadro de texto 17" o:spid="_x0000_s1029" type="#_x0000_t202" style="position:absolute;left:481;top:34251;width:59702;height:5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<v:textbox>
                    <w:txbxContent>
                      <w:p w14:paraId="044237EE" w14:textId="67E666FF" w:rsidR="008824EA" w:rsidRPr="00D92259" w:rsidRDefault="008824EA" w:rsidP="00D92259">
                        <w:pPr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  <w:r w:rsidRPr="00D92259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 xml:space="preserve">Requisitos obligatorios para presentación </w:t>
                        </w:r>
                        <w:r w:rsidR="005A1A2F" w:rsidRPr="00D92259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ante la Comisión de Posgrado:</w:t>
                        </w:r>
                      </w:p>
                      <w:p w14:paraId="7B68521D" w14:textId="77777777" w:rsidR="008824EA" w:rsidRPr="00D92259" w:rsidRDefault="008824EA" w:rsidP="00D92259">
                        <w:pPr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</w:p>
                      <w:p w14:paraId="01FC9649" w14:textId="07B10C4D" w:rsidR="005A1A2F" w:rsidRPr="00D92259" w:rsidRDefault="008824EA" w:rsidP="00D92259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</w:pPr>
                        <w:r w:rsidRPr="00D92259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Nota de elevación del/de la Secretario/a del área o Responsable de Posgrado</w:t>
                        </w:r>
                      </w:p>
                      <w:tbl>
                        <w:tblPr>
                          <w:tblW w:w="0" w:type="auto"/>
                          <w:tblInd w:w="-10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830"/>
                        </w:tblGrid>
                        <w:tr w:rsidR="005A1A2F" w:rsidRPr="005A1A2F" w14:paraId="335E401C" w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208"/>
                          </w:trPr>
                          <w:tc>
                            <w:tcPr>
                              <w:tcW w:w="9830" w:type="dxa"/>
                            </w:tcPr>
                            <w:p w14:paraId="37DCF98C" w14:textId="63220DD8" w:rsidR="005A1A2F" w:rsidRPr="005A1A2F" w:rsidRDefault="005A1A2F" w:rsidP="00D92259">
                              <w:pPr>
                                <w:autoSpaceDE w:val="0"/>
                                <w:autoSpaceDN w:val="0"/>
                                <w:adjustRightInd w:val="0"/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  <w:lang w:val="es-AR"/>
                                </w:rPr>
                              </w:pPr>
                            </w:p>
                          </w:tc>
                        </w:tr>
                      </w:tbl>
                      <w:p w14:paraId="4CDFE777" w14:textId="2D3D1586" w:rsidR="005A1A2F" w:rsidRPr="00D92259" w:rsidRDefault="005A1A2F" w:rsidP="00D92259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autoSpaceDE w:val="0"/>
                          <w:autoSpaceDN w:val="0"/>
                          <w:adjustRightInd w:val="0"/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</w:pPr>
                        <w:r w:rsidRPr="00D92259"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  <w:t>Informe de la dirección de tesis en el que conste que la misma ha sido culminada y está en condiciones de ser defensa.</w:t>
                        </w:r>
                      </w:p>
                      <w:p w14:paraId="1B6F8D46" w14:textId="77777777" w:rsidR="005A1A2F" w:rsidRPr="00D92259" w:rsidRDefault="005A1A2F" w:rsidP="00D92259">
                        <w:pPr>
                          <w:pStyle w:val="Prrafodelista"/>
                          <w:autoSpaceDE w:val="0"/>
                          <w:autoSpaceDN w:val="0"/>
                          <w:adjustRightInd w:val="0"/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</w:pPr>
                      </w:p>
                      <w:p w14:paraId="00B10FEA" w14:textId="2E3190E8" w:rsidR="005A1A2F" w:rsidRPr="00D92259" w:rsidRDefault="005A1A2F" w:rsidP="00D92259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autoSpaceDE w:val="0"/>
                          <w:autoSpaceDN w:val="0"/>
                          <w:adjustRightInd w:val="0"/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</w:pPr>
                        <w:r w:rsidRPr="00D92259"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  <w:t>Resumen, índice y conclusiones de la tesis.</w:t>
                        </w:r>
                      </w:p>
                      <w:p w14:paraId="0DDAC72A" w14:textId="77777777" w:rsidR="00254B78" w:rsidRPr="00D92259" w:rsidRDefault="00254B78" w:rsidP="00D92259">
                        <w:pPr>
                          <w:pStyle w:val="Prrafodelista"/>
                          <w:jc w:val="both"/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</w:pPr>
                      </w:p>
                      <w:p w14:paraId="5571E7E9" w14:textId="516B80E9" w:rsidR="00254B78" w:rsidRPr="00D92259" w:rsidRDefault="00254B78" w:rsidP="00D92259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autoSpaceDE w:val="0"/>
                          <w:autoSpaceDN w:val="0"/>
                          <w:adjustRightInd w:val="0"/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</w:pPr>
                        <w:r w:rsidRPr="00D92259"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  <w:t>Constancia de cumplimiento de las actividades curriculares, idioma inglés y horas destinadas al trabajo de tesis y otras actividades complementarias.</w:t>
                        </w:r>
                      </w:p>
                      <w:p w14:paraId="5D39DD90" w14:textId="77777777" w:rsidR="00254B78" w:rsidRPr="00D92259" w:rsidRDefault="00254B78" w:rsidP="00D92259">
                        <w:pPr>
                          <w:pStyle w:val="Prrafodelista"/>
                          <w:jc w:val="both"/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</w:pPr>
                      </w:p>
                      <w:p w14:paraId="243D42D6" w14:textId="3E90F131" w:rsidR="00254B78" w:rsidRPr="00D92259" w:rsidRDefault="00254B78" w:rsidP="00D92259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autoSpaceDE w:val="0"/>
                          <w:autoSpaceDN w:val="0"/>
                          <w:adjustRightInd w:val="0"/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</w:pPr>
                        <w:r w:rsidRPr="00D92259">
                          <w:rPr>
                            <w:rFonts w:asciiTheme="majorHAnsi" w:hAnsiTheme="majorHAnsi" w:cstheme="majorHAnsi"/>
                            <w:color w:val="000000"/>
                            <w:sz w:val="24"/>
                            <w:szCs w:val="24"/>
                            <w:lang w:val="es-AR"/>
                          </w:rPr>
                          <w:t>Nota de elevación de la dirección de la carrera en la que se indique la propuesta de conformación del jurado, diferenciando titulares y suplentes e indicando, en cada caso, la condición de interno o externo.</w:t>
                        </w:r>
                      </w:p>
                      <w:tbl>
                        <w:tblPr>
                          <w:tblW w:w="0" w:type="auto"/>
                          <w:tblInd w:w="-10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830"/>
                        </w:tblGrid>
                        <w:tr w:rsidR="005A1A2F" w:rsidRPr="005A1A2F" w14:paraId="70734DA9" w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208"/>
                          </w:trPr>
                          <w:tc>
                            <w:tcPr>
                              <w:tcW w:w="9830" w:type="dxa"/>
                            </w:tcPr>
                            <w:p w14:paraId="003AF26F" w14:textId="77777777" w:rsidR="005A1A2F" w:rsidRPr="005A1A2F" w:rsidRDefault="005A1A2F" w:rsidP="00D92259">
                              <w:pPr>
                                <w:autoSpaceDE w:val="0"/>
                                <w:autoSpaceDN w:val="0"/>
                                <w:adjustRightInd w:val="0"/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000000"/>
                                  <w:sz w:val="24"/>
                                  <w:szCs w:val="24"/>
                                  <w:lang w:val="es-AR"/>
                                </w:rPr>
                              </w:pPr>
                            </w:p>
                          </w:tc>
                        </w:tr>
                      </w:tbl>
                      <w:p w14:paraId="4DC3B3DB" w14:textId="57BC9DA8" w:rsidR="008824EA" w:rsidRPr="00D92259" w:rsidRDefault="00254B78" w:rsidP="00D92259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  <w:r w:rsidRPr="00D92259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 xml:space="preserve">Nota del/ de la tesista y de la dirección de </w:t>
                        </w:r>
                        <w:r w:rsidR="00D92259" w:rsidRPr="00D92259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la dirección de tesis en la que indique que tomaron vista de la propuesta de conformación del jurado y estan de acuerdo con la misma.</w:t>
                        </w:r>
                      </w:p>
                      <w:p w14:paraId="79F92512" w14:textId="77777777" w:rsidR="00D92259" w:rsidRPr="00D92259" w:rsidRDefault="00D92259" w:rsidP="00D92259">
                        <w:pPr>
                          <w:pStyle w:val="Prrafodelista"/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</w:p>
                      <w:p w14:paraId="7A9D4C35" w14:textId="575E1E02" w:rsidR="00D92259" w:rsidRPr="00DF48C1" w:rsidRDefault="00D92259" w:rsidP="00F25617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  <w:r w:rsidRPr="00DF48C1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Currículum Vitae (actualizados; no resumidos) de los miembros propuestos del jurado.</w:t>
                        </w:r>
                      </w:p>
                      <w:p w14:paraId="1551B519" w14:textId="77777777" w:rsidR="00D92259" w:rsidRPr="00D92259" w:rsidRDefault="00D92259" w:rsidP="00D92259">
                        <w:pPr>
                          <w:pStyle w:val="Prrafodelista"/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</w:p>
                      <w:p w14:paraId="0E88CF48" w14:textId="156F801E" w:rsidR="00D92259" w:rsidRDefault="00D92259" w:rsidP="00D92259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  <w:r w:rsidRPr="00D92259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 xml:space="preserve">El título de la tesis debe coincidir con el </w:t>
                        </w:r>
                        <w:r w:rsidR="00DF48C1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indicad</w:t>
                        </w:r>
                        <w:r w:rsidRPr="00D92259"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o en la resolución de aprobación del plan de tesis, de lo contrario se deberá incluir una nota solicitando su modificación.</w:t>
                        </w:r>
                      </w:p>
                      <w:p w14:paraId="7192C554" w14:textId="77777777" w:rsidR="00DF48C1" w:rsidRDefault="00DF48C1" w:rsidP="00DF48C1">
                        <w:pPr>
                          <w:pStyle w:val="Prrafodelista"/>
                          <w:shd w:val="clear" w:color="auto" w:fill="FFFFFF"/>
                          <w:spacing w:after="0"/>
                          <w:jc w:val="both"/>
                          <w:textAlignment w:val="baseline"/>
                          <w:rPr>
                            <w:rFonts w:asciiTheme="majorHAnsi" w:eastAsia="Times New Roman" w:hAnsiTheme="majorHAnsi" w:cstheme="majorHAnsi"/>
                            <w:sz w:val="24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</w:p>
                      <w:tbl>
                        <w:tblPr>
                          <w:tblW w:w="9833" w:type="dxa"/>
                          <w:tblInd w:w="-10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833"/>
                        </w:tblGrid>
                        <w:tr w:rsidR="00254B78" w:rsidRPr="00254B78" w14:paraId="652F7E6C" w14:textId="77777777" w:rsidTr="00254B7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208"/>
                          </w:trPr>
                          <w:tc>
                            <w:tcPr>
                              <w:tcW w:w="9833" w:type="dxa"/>
                            </w:tcPr>
                            <w:tbl>
                              <w:tblPr>
                                <w:tblW w:w="9840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9840"/>
                              </w:tblGrid>
                              <w:tr w:rsidR="00254B78" w:rsidRPr="00254B78" w14:paraId="5EE34F71" w14:textId="77777777" w:rsidTr="00254B7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rPr>
                                  <w:trHeight w:val="208"/>
                                </w:trPr>
                                <w:tc>
                                  <w:tcPr>
                                    <w:tcW w:w="9840" w:type="dxa"/>
                                  </w:tcPr>
                                  <w:p w14:paraId="06F422AF" w14:textId="49C21468" w:rsidR="00254B78" w:rsidRPr="00D92259" w:rsidRDefault="00D92259" w:rsidP="00D92259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8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after="0"/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  <w:szCs w:val="20"/>
                                        <w:lang w:val="es-AR"/>
                                      </w:rPr>
                                    </w:pPr>
                                    <w:r w:rsidRPr="00D92259">
                                      <w:rPr>
                                        <w:rFonts w:asciiTheme="majorHAnsi" w:eastAsia="Times New Roman" w:hAnsiTheme="majorHAnsi" w:cstheme="majorHAnsi"/>
                                        <w:sz w:val="24"/>
                                        <w:szCs w:val="24"/>
                                        <w:bdr w:val="none" w:sz="0" w:space="0" w:color="auto" w:frame="1"/>
                                        <w:lang w:val="es-AR" w:eastAsia="es-AR"/>
                                      </w:rPr>
                                      <w:t>Licencia de Deposito para el Repositorio Institucional Abierto.</w:t>
                                    </w:r>
                                  </w:p>
                                </w:tc>
                              </w:tr>
                            </w:tbl>
                            <w:p w14:paraId="788A868C" w14:textId="77777777" w:rsidR="00254B78" w:rsidRPr="00254B78" w:rsidRDefault="00254B78" w:rsidP="00254B78">
                              <w:pPr>
                                <w:autoSpaceDE w:val="0"/>
                                <w:autoSpaceDN w:val="0"/>
                                <w:adjustRightInd w:val="0"/>
                                <w:spacing w:after="0"/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  <w:p w14:paraId="7558A7EF" w14:textId="77777777" w:rsidR="00254B78" w:rsidRPr="00254B78" w:rsidRDefault="00254B78" w:rsidP="00254B78">
                              <w:pPr>
                                <w:autoSpaceDE w:val="0"/>
                                <w:autoSpaceDN w:val="0"/>
                                <w:adjustRightInd w:val="0"/>
                                <w:spacing w:after="0"/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c>
                        </w:tr>
                      </w:tbl>
                      <w:p w14:paraId="6232FFAD" w14:textId="5DE693EC" w:rsidR="008824EA" w:rsidRPr="005A1A2F" w:rsidRDefault="008824EA" w:rsidP="008824EA">
                        <w:pPr>
                          <w:shd w:val="clear" w:color="auto" w:fill="FFFFFF"/>
                          <w:spacing w:after="0"/>
                          <w:textAlignment w:val="baseline"/>
                          <w:rPr>
                            <w:rFonts w:ascii="Calibri" w:eastAsia="Times New Roman" w:hAnsi="Calibri" w:cs="Calibri"/>
                            <w:sz w:val="28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</w:pPr>
                        <w:r w:rsidRPr="00D92259">
                          <w:rPr>
                            <w:rFonts w:ascii="Calibri" w:eastAsia="Times New Roman" w:hAnsi="Calibri" w:cs="Calibri"/>
                            <w:color w:val="FF0000"/>
                            <w:sz w:val="28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IMPORTANTE</w:t>
                        </w:r>
                        <w:r w:rsidRPr="00D92259">
                          <w:rPr>
                            <w:rFonts w:ascii="Calibri" w:eastAsia="Times New Roman" w:hAnsi="Calibri" w:cs="Calibri"/>
                            <w:sz w:val="28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: Toda la documentación referida al plan de tesis deberá ser enviada via em</w:t>
                        </w:r>
                        <w:r w:rsidR="00D92259" w:rsidRPr="00D92259">
                          <w:rPr>
                            <w:rFonts w:ascii="Calibri" w:eastAsia="Times New Roman" w:hAnsi="Calibri" w:cs="Calibri"/>
                            <w:sz w:val="28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>ail a:</w:t>
                        </w:r>
                        <w:r w:rsidR="00D92259">
                          <w:rPr>
                            <w:rFonts w:ascii="Calibri" w:eastAsia="Times New Roman" w:hAnsi="Calibri" w:cs="Calibri"/>
                            <w:sz w:val="28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 xml:space="preserve"> </w:t>
                        </w:r>
                        <w:hyperlink r:id="rId12" w:history="1">
                          <w:r w:rsidR="00D92259" w:rsidRPr="0028229D">
                            <w:rPr>
                              <w:rStyle w:val="Hipervnculo"/>
                              <w:rFonts w:ascii="Calibri" w:eastAsia="Times New Roman" w:hAnsi="Calibri" w:cs="Calibri"/>
                              <w:sz w:val="28"/>
                              <w:szCs w:val="24"/>
                              <w:bdr w:val="none" w:sz="0" w:space="0" w:color="auto" w:frame="1"/>
                              <w:lang w:val="es-AR" w:eastAsia="es-AR"/>
                            </w:rPr>
                            <w:t>posgrado@frd.utn.edu.ar</w:t>
                          </w:r>
                        </w:hyperlink>
                        <w:r w:rsidR="00D92259">
                          <w:rPr>
                            <w:rFonts w:ascii="Calibri" w:eastAsia="Times New Roman" w:hAnsi="Calibri" w:cs="Calibri"/>
                            <w:sz w:val="28"/>
                            <w:szCs w:val="24"/>
                            <w:bdr w:val="none" w:sz="0" w:space="0" w:color="auto" w:frame="1"/>
                            <w:lang w:val="es-AR" w:eastAsia="es-AR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021C04" w:rsidSect="0081425F">
      <w:headerReference w:type="default" r:id="rId13"/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D0290" w14:textId="77777777" w:rsidR="00555C9E" w:rsidRDefault="00555C9E" w:rsidP="00A6727D">
      <w:pPr>
        <w:spacing w:after="0"/>
      </w:pPr>
      <w:r>
        <w:separator/>
      </w:r>
    </w:p>
  </w:endnote>
  <w:endnote w:type="continuationSeparator" w:id="0">
    <w:p w14:paraId="4EC72047" w14:textId="77777777" w:rsidR="00555C9E" w:rsidRDefault="00555C9E" w:rsidP="00A672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8851F" w14:textId="77777777" w:rsidR="00555C9E" w:rsidRDefault="00555C9E" w:rsidP="00A6727D">
      <w:pPr>
        <w:spacing w:after="0"/>
      </w:pPr>
      <w:r>
        <w:separator/>
      </w:r>
    </w:p>
  </w:footnote>
  <w:footnote w:type="continuationSeparator" w:id="0">
    <w:p w14:paraId="26D2D127" w14:textId="77777777" w:rsidR="00555C9E" w:rsidRDefault="00555C9E" w:rsidP="00A672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F9CCA" w14:textId="626E5538" w:rsidR="00A6727D" w:rsidRDefault="00A6727D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3DC833DD" wp14:editId="447A7C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5350" cy="3832860"/>
          <wp:effectExtent l="0" t="0" r="0" b="0"/>
          <wp:wrapNone/>
          <wp:docPr id="13" name="Imagen 13" descr="portátil en mesa de ofic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-for-repor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9921" cy="3835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FADD13" w14:textId="77777777" w:rsidR="00A6727D" w:rsidRDefault="00A6727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31C"/>
    <w:multiLevelType w:val="hybridMultilevel"/>
    <w:tmpl w:val="D09693BA"/>
    <w:lvl w:ilvl="0" w:tplc="2C0A0019">
      <w:start w:val="1"/>
      <w:numFmt w:val="lowerLetter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74DBC"/>
    <w:multiLevelType w:val="hybridMultilevel"/>
    <w:tmpl w:val="DE6A36DA"/>
    <w:lvl w:ilvl="0" w:tplc="1C203A8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E26A8"/>
    <w:multiLevelType w:val="hybridMultilevel"/>
    <w:tmpl w:val="9DE6FB78"/>
    <w:lvl w:ilvl="0" w:tplc="12187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0376F"/>
    <w:multiLevelType w:val="hybridMultilevel"/>
    <w:tmpl w:val="DABE3BBE"/>
    <w:lvl w:ilvl="0" w:tplc="1C203A8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C3AB1"/>
    <w:multiLevelType w:val="hybridMultilevel"/>
    <w:tmpl w:val="24147FAE"/>
    <w:lvl w:ilvl="0" w:tplc="1C203A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7E7D"/>
    <w:multiLevelType w:val="hybridMultilevel"/>
    <w:tmpl w:val="2FE48824"/>
    <w:lvl w:ilvl="0" w:tplc="1C203A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061FB"/>
    <w:multiLevelType w:val="hybridMultilevel"/>
    <w:tmpl w:val="24147FAE"/>
    <w:lvl w:ilvl="0" w:tplc="1C203A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61140"/>
    <w:multiLevelType w:val="hybridMultilevel"/>
    <w:tmpl w:val="C0F299F2"/>
    <w:lvl w:ilvl="0" w:tplc="1C203A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A2"/>
    <w:rsid w:val="00021C04"/>
    <w:rsid w:val="000B4502"/>
    <w:rsid w:val="000E2931"/>
    <w:rsid w:val="00105872"/>
    <w:rsid w:val="001069CD"/>
    <w:rsid w:val="001631B2"/>
    <w:rsid w:val="001F2563"/>
    <w:rsid w:val="002231B6"/>
    <w:rsid w:val="00254B78"/>
    <w:rsid w:val="002920B6"/>
    <w:rsid w:val="00294D9F"/>
    <w:rsid w:val="0034316D"/>
    <w:rsid w:val="00392FA9"/>
    <w:rsid w:val="003F61B1"/>
    <w:rsid w:val="00403756"/>
    <w:rsid w:val="004A20CF"/>
    <w:rsid w:val="004D7CE2"/>
    <w:rsid w:val="00515218"/>
    <w:rsid w:val="00555C9E"/>
    <w:rsid w:val="00572A71"/>
    <w:rsid w:val="005A1A2F"/>
    <w:rsid w:val="005C4375"/>
    <w:rsid w:val="00620166"/>
    <w:rsid w:val="00642D64"/>
    <w:rsid w:val="00687C30"/>
    <w:rsid w:val="007A0EA4"/>
    <w:rsid w:val="007B14DE"/>
    <w:rsid w:val="00807073"/>
    <w:rsid w:val="00814131"/>
    <w:rsid w:val="0081425F"/>
    <w:rsid w:val="008376FF"/>
    <w:rsid w:val="008824EA"/>
    <w:rsid w:val="008F058F"/>
    <w:rsid w:val="008F111F"/>
    <w:rsid w:val="009779A2"/>
    <w:rsid w:val="00A1111B"/>
    <w:rsid w:val="00A430B1"/>
    <w:rsid w:val="00A6727D"/>
    <w:rsid w:val="00AB24C2"/>
    <w:rsid w:val="00AB4B55"/>
    <w:rsid w:val="00D34989"/>
    <w:rsid w:val="00D451BB"/>
    <w:rsid w:val="00D76AB2"/>
    <w:rsid w:val="00D92259"/>
    <w:rsid w:val="00DF48C1"/>
    <w:rsid w:val="00E43FE8"/>
    <w:rsid w:val="00F33B77"/>
    <w:rsid w:val="00FB6393"/>
    <w:rsid w:val="282971F2"/>
    <w:rsid w:val="5B82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7E9C3"/>
  <w15:chartTrackingRefBased/>
  <w15:docId w15:val="{10DB2EDF-B591-4E65-B4A2-677666074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393"/>
    <w:pPr>
      <w:spacing w:line="240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D76A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6A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B4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FB6393"/>
    <w:pPr>
      <w:spacing w:after="0"/>
      <w:ind w:left="720"/>
      <w:contextualSpacing/>
    </w:pPr>
    <w:rPr>
      <w:rFonts w:asciiTheme="majorHAnsi" w:eastAsiaTheme="majorEastAsia" w:hAnsiTheme="majorHAnsi" w:cstheme="majorBidi"/>
      <w:spacing w:val="-10"/>
      <w:kern w:val="28"/>
      <w:sz w:val="72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B6393"/>
    <w:rPr>
      <w:rFonts w:asciiTheme="majorHAnsi" w:eastAsiaTheme="majorEastAsia" w:hAnsiTheme="majorHAnsi" w:cstheme="majorBidi"/>
      <w:spacing w:val="-10"/>
      <w:kern w:val="28"/>
      <w:sz w:val="72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4502"/>
    <w:pPr>
      <w:numPr>
        <w:ilvl w:val="1"/>
      </w:numPr>
      <w:ind w:left="720"/>
    </w:pPr>
    <w:rPr>
      <w:rFonts w:eastAsiaTheme="minorEastAsia"/>
      <w:color w:val="F2F2F2" w:themeColor="background1" w:themeShade="F2"/>
      <w:spacing w:val="15"/>
      <w:sz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0B4502"/>
    <w:rPr>
      <w:rFonts w:eastAsiaTheme="minorEastAsia"/>
      <w:color w:val="F2F2F2" w:themeColor="background1" w:themeShade="F2"/>
      <w:spacing w:val="15"/>
      <w:sz w:val="48"/>
    </w:rPr>
  </w:style>
  <w:style w:type="character" w:customStyle="1" w:styleId="Ttulo1Car">
    <w:name w:val="Título 1 Car"/>
    <w:basedOn w:val="Fuentedeprrafopredeter"/>
    <w:link w:val="Ttulo1"/>
    <w:uiPriority w:val="9"/>
    <w:rsid w:val="00D76AB2"/>
    <w:rPr>
      <w:rFonts w:asciiTheme="majorHAnsi" w:eastAsiaTheme="majorEastAsia" w:hAnsiTheme="majorHAnsi" w:cstheme="majorBidi"/>
      <w:color w:val="2F5496" w:themeColor="accent1" w:themeShade="BF"/>
      <w:sz w:val="4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76A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inespaciado">
    <w:name w:val="No Spacing"/>
    <w:uiPriority w:val="1"/>
    <w:qFormat/>
    <w:rsid w:val="000B4502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9"/>
    <w:rsid w:val="000B45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141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character" w:styleId="Hipervnculo">
    <w:name w:val="Hyperlink"/>
    <w:basedOn w:val="Fuentedeprrafopredeter"/>
    <w:uiPriority w:val="99"/>
    <w:unhideWhenUsed/>
    <w:rsid w:val="002231B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231B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294D9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727D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6727D"/>
  </w:style>
  <w:style w:type="paragraph" w:styleId="Piedepgina">
    <w:name w:val="footer"/>
    <w:basedOn w:val="Normal"/>
    <w:link w:val="PiedepginaCar"/>
    <w:uiPriority w:val="99"/>
    <w:unhideWhenUsed/>
    <w:rsid w:val="00A6727D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727D"/>
  </w:style>
  <w:style w:type="paragraph" w:styleId="Textodeglobo">
    <w:name w:val="Balloon Text"/>
    <w:basedOn w:val="Normal"/>
    <w:link w:val="TextodegloboCar"/>
    <w:uiPriority w:val="99"/>
    <w:semiHidden/>
    <w:unhideWhenUsed/>
    <w:rsid w:val="008824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24E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A1A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sgrado@frd.utn.edu.a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sgrado@frd.utn.edu.a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UGE\AppData\Roaming\Microsoft\Templates\Informe%20(tema%20Orige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acd73d-7cb3-4dd0-a2f0-fbaeb1b3a133" xsi:nil="true"/>
    <lcf76f155ced4ddcb4097134ff3c332f xmlns="8351e831-5e5d-4973-92b9-73e7cb431fb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55DA2DA69CDF4A85BBF1369834A949" ma:contentTypeVersion="16" ma:contentTypeDescription="Crear nuevo documento." ma:contentTypeScope="" ma:versionID="cc20f1f9871d1ec0cb1f84557c47a4f6">
  <xsd:schema xmlns:xsd="http://www.w3.org/2001/XMLSchema" xmlns:xs="http://www.w3.org/2001/XMLSchema" xmlns:p="http://schemas.microsoft.com/office/2006/metadata/properties" xmlns:ns2="8351e831-5e5d-4973-92b9-73e7cb431fbc" xmlns:ns3="70acd73d-7cb3-4dd0-a2f0-fbaeb1b3a133" targetNamespace="http://schemas.microsoft.com/office/2006/metadata/properties" ma:root="true" ma:fieldsID="15da33e0a8083971a9070cf5220d37c8" ns2:_="" ns3:_="">
    <xsd:import namespace="8351e831-5e5d-4973-92b9-73e7cb431fbc"/>
    <xsd:import namespace="70acd73d-7cb3-4dd0-a2f0-fbaeb1b3a1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1e831-5e5d-4973-92b9-73e7cb431f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cd73d-7cb3-4dd0-a2f0-fbaeb1b3a13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ca0c758-fdb1-42a9-93d5-275a00e878f8}" ma:internalName="TaxCatchAll" ma:showField="CatchAllData" ma:web="70acd73d-7cb3-4dd0-a2f0-fbaeb1b3a1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F31CBE-4C99-40F5-8EC6-9A1C1A4A099A}">
  <ds:schemaRefs>
    <ds:schemaRef ds:uri="http://schemas.microsoft.com/office/2006/metadata/properties"/>
    <ds:schemaRef ds:uri="http://schemas.microsoft.com/office/infopath/2007/PartnerControls"/>
    <ds:schemaRef ds:uri="70acd73d-7cb3-4dd0-a2f0-fbaeb1b3a133"/>
    <ds:schemaRef ds:uri="8351e831-5e5d-4973-92b9-73e7cb431fbc"/>
  </ds:schemaRefs>
</ds:datastoreItem>
</file>

<file path=customXml/itemProps2.xml><?xml version="1.0" encoding="utf-8"?>
<ds:datastoreItem xmlns:ds="http://schemas.openxmlformats.org/officeDocument/2006/customXml" ds:itemID="{48FF872E-6CDD-4469-8FE4-76BA18F3F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1e831-5e5d-4973-92b9-73e7cb431fbc"/>
    <ds:schemaRef ds:uri="70acd73d-7cb3-4dd0-a2f0-fbaeb1b3a1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3A8CB-157F-4185-BB9B-8A1B1DE252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Informe (tema Origen)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</dc:creator>
  <cp:keywords/>
  <dc:description/>
  <cp:lastModifiedBy>FERREYRA Romina Silvia</cp:lastModifiedBy>
  <cp:revision>2</cp:revision>
  <cp:lastPrinted>2024-02-08T21:33:00Z</cp:lastPrinted>
  <dcterms:created xsi:type="dcterms:W3CDTF">2024-02-08T21:33:00Z</dcterms:created>
  <dcterms:modified xsi:type="dcterms:W3CDTF">2024-02-08T21:33:00Z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0x0101002055DA2DA69CDF4A85BBF1369834A949</vt:lpwstr>
  </property>
  <property fmtid="{D5CDD505-2E9C-101B-9397-08002B2CF9AE}" pid="3" name="Order">
    <vt:r8>9500</vt:r8>
  </property>
  <property fmtid="{D5CDD505-2E9C-101B-9397-08002B2CF9AE}" pid="4" name="_ExtendedDescription">
    <vt:lpwstr/>
  </property>
  <property fmtid="{D5CDD505-2E9C-101B-9397-08002B2CF9AE}" pid="5" name="ComplianceAssetId">
    <vt:lpwstr/>
  </property>
</Properties>
</file>